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88BBA4C" w14:textId="77777777" w:rsidR="00A77808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297995A3" w14:textId="77777777" w:rsidR="00A77808" w:rsidRPr="00A77808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A77808">
        <w:rPr>
          <w:b/>
          <w:color w:val="FF5200" w:themeColor="accent2"/>
          <w:sz w:val="36"/>
          <w:szCs w:val="36"/>
          <w:u w:val="single"/>
        </w:rPr>
        <w:t>„</w:t>
      </w:r>
      <w:r w:rsidR="00A77808" w:rsidRPr="00A77808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85093 – Prodloužení předplatného Adobe o 1 rok</w:t>
      </w:r>
      <w:r w:rsidRPr="00A77808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A77808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33899170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A77808">
        <w:rPr>
          <w:b/>
          <w:color w:val="FF5200" w:themeColor="accent2"/>
          <w:sz w:val="36"/>
          <w:szCs w:val="36"/>
        </w:rPr>
        <w:t xml:space="preserve">vedené pod </w:t>
      </w:r>
      <w:r w:rsidRPr="00A7780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6087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162149</w:t>
      </w:r>
      <w:bookmarkStart w:id="0" w:name="_GoBack"/>
      <w:bookmarkEnd w:id="0"/>
      <w:r w:rsidR="00A7780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BFA4D6E" w14:textId="77777777" w:rsidR="00A77808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C794EE1" w14:textId="38E25530" w:rsidR="00A77808" w:rsidRDefault="00F954F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276991" w:history="1">
            <w:r w:rsidR="00A77808" w:rsidRPr="0075361B">
              <w:rPr>
                <w:rStyle w:val="Hypertextovodkaz"/>
                <w:noProof/>
              </w:rPr>
              <w:t>Kapitola 1.</w:t>
            </w:r>
            <w:r w:rsidR="00A7780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7808" w:rsidRPr="0075361B">
              <w:rPr>
                <w:rStyle w:val="Hypertextovodkaz"/>
                <w:noProof/>
              </w:rPr>
              <w:t>Základní údaje k nabídce</w:t>
            </w:r>
            <w:r w:rsidR="00A77808">
              <w:rPr>
                <w:noProof/>
                <w:webHidden/>
              </w:rPr>
              <w:tab/>
            </w:r>
            <w:r w:rsidR="00A77808">
              <w:rPr>
                <w:noProof/>
                <w:webHidden/>
              </w:rPr>
              <w:fldChar w:fldCharType="begin"/>
            </w:r>
            <w:r w:rsidR="00A77808">
              <w:rPr>
                <w:noProof/>
                <w:webHidden/>
              </w:rPr>
              <w:instrText xml:space="preserve"> PAGEREF _Toc87276991 \h </w:instrText>
            </w:r>
            <w:r w:rsidR="00A77808">
              <w:rPr>
                <w:noProof/>
                <w:webHidden/>
              </w:rPr>
            </w:r>
            <w:r w:rsidR="00A77808">
              <w:rPr>
                <w:noProof/>
                <w:webHidden/>
              </w:rPr>
              <w:fldChar w:fldCharType="separate"/>
            </w:r>
            <w:r w:rsidR="00A77808">
              <w:rPr>
                <w:noProof/>
                <w:webHidden/>
              </w:rPr>
              <w:t>2</w:t>
            </w:r>
            <w:r w:rsidR="00A77808">
              <w:rPr>
                <w:noProof/>
                <w:webHidden/>
              </w:rPr>
              <w:fldChar w:fldCharType="end"/>
            </w:r>
          </w:hyperlink>
        </w:p>
        <w:p w14:paraId="24D3C004" w14:textId="268FC5AA" w:rsidR="00A77808" w:rsidRDefault="00F954F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276992" w:history="1">
            <w:r w:rsidR="00A77808" w:rsidRPr="0075361B">
              <w:rPr>
                <w:rStyle w:val="Hypertextovodkaz"/>
                <w:noProof/>
              </w:rPr>
              <w:t>Kapitola 2.</w:t>
            </w:r>
            <w:r w:rsidR="00A7780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7808" w:rsidRPr="0075361B">
              <w:rPr>
                <w:rStyle w:val="Hypertextovodkaz"/>
                <w:noProof/>
              </w:rPr>
              <w:t>Čestné prohlášení o splnění základní způsobilosti</w:t>
            </w:r>
            <w:r w:rsidR="00A77808">
              <w:rPr>
                <w:noProof/>
                <w:webHidden/>
              </w:rPr>
              <w:tab/>
            </w:r>
            <w:r w:rsidR="00A77808">
              <w:rPr>
                <w:noProof/>
                <w:webHidden/>
              </w:rPr>
              <w:fldChar w:fldCharType="begin"/>
            </w:r>
            <w:r w:rsidR="00A77808">
              <w:rPr>
                <w:noProof/>
                <w:webHidden/>
              </w:rPr>
              <w:instrText xml:space="preserve"> PAGEREF _Toc87276992 \h </w:instrText>
            </w:r>
            <w:r w:rsidR="00A77808">
              <w:rPr>
                <w:noProof/>
                <w:webHidden/>
              </w:rPr>
            </w:r>
            <w:r w:rsidR="00A77808">
              <w:rPr>
                <w:noProof/>
                <w:webHidden/>
              </w:rPr>
              <w:fldChar w:fldCharType="separate"/>
            </w:r>
            <w:r w:rsidR="00A77808">
              <w:rPr>
                <w:noProof/>
                <w:webHidden/>
              </w:rPr>
              <w:t>3</w:t>
            </w:r>
            <w:r w:rsidR="00A77808">
              <w:rPr>
                <w:noProof/>
                <w:webHidden/>
              </w:rPr>
              <w:fldChar w:fldCharType="end"/>
            </w:r>
          </w:hyperlink>
        </w:p>
        <w:p w14:paraId="6A7A2EB8" w14:textId="1FB1453D" w:rsidR="00A77808" w:rsidRDefault="00F954F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276993" w:history="1">
            <w:r w:rsidR="00A77808" w:rsidRPr="0075361B">
              <w:rPr>
                <w:rStyle w:val="Hypertextovodkaz"/>
                <w:noProof/>
              </w:rPr>
              <w:t>Kapitola 3.</w:t>
            </w:r>
            <w:r w:rsidR="00A7780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7808" w:rsidRPr="0075361B">
              <w:rPr>
                <w:rStyle w:val="Hypertextovodkaz"/>
                <w:noProof/>
              </w:rPr>
              <w:t>Čestné prohlášení účastníka k neuzavření zakázaných dohod</w:t>
            </w:r>
            <w:r w:rsidR="00A77808">
              <w:rPr>
                <w:noProof/>
                <w:webHidden/>
              </w:rPr>
              <w:tab/>
            </w:r>
            <w:r w:rsidR="00A77808">
              <w:rPr>
                <w:noProof/>
                <w:webHidden/>
              </w:rPr>
              <w:fldChar w:fldCharType="begin"/>
            </w:r>
            <w:r w:rsidR="00A77808">
              <w:rPr>
                <w:noProof/>
                <w:webHidden/>
              </w:rPr>
              <w:instrText xml:space="preserve"> PAGEREF _Toc87276993 \h </w:instrText>
            </w:r>
            <w:r w:rsidR="00A77808">
              <w:rPr>
                <w:noProof/>
                <w:webHidden/>
              </w:rPr>
            </w:r>
            <w:r w:rsidR="00A77808">
              <w:rPr>
                <w:noProof/>
                <w:webHidden/>
              </w:rPr>
              <w:fldChar w:fldCharType="separate"/>
            </w:r>
            <w:r w:rsidR="00A77808">
              <w:rPr>
                <w:noProof/>
                <w:webHidden/>
              </w:rPr>
              <w:t>4</w:t>
            </w:r>
            <w:r w:rsidR="00A77808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727699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3EBB6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7780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6450ED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A77808">
        <w:t xml:space="preserve"> </w:t>
      </w:r>
      <w:r w:rsidR="00A77808" w:rsidRPr="00A77808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F954F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F954F0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727699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727699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87F5489" w14:textId="77777777" w:rsidR="00A77808" w:rsidRDefault="00A77808" w:rsidP="00A93A74"/>
    <w:p w14:paraId="0CB704B5" w14:textId="77777777" w:rsidR="00A77808" w:rsidRDefault="00A77808" w:rsidP="00A93A74"/>
    <w:p w14:paraId="0591C42F" w14:textId="77777777" w:rsidR="00A77808" w:rsidRDefault="00A77808" w:rsidP="00A93A74"/>
    <w:p w14:paraId="79FABB18" w14:textId="77777777" w:rsidR="00A77808" w:rsidRDefault="00A77808" w:rsidP="00A93A74"/>
    <w:p w14:paraId="61D6CCFD" w14:textId="3933240C" w:rsidR="00A93A74" w:rsidRDefault="00A93A74" w:rsidP="00A93A74"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88A42" w14:textId="77777777" w:rsidR="00F954F0" w:rsidRDefault="00F954F0" w:rsidP="00962258">
      <w:pPr>
        <w:spacing w:after="0" w:line="240" w:lineRule="auto"/>
      </w:pPr>
      <w:r>
        <w:separator/>
      </w:r>
    </w:p>
  </w:endnote>
  <w:endnote w:type="continuationSeparator" w:id="0">
    <w:p w14:paraId="0CFA80D7" w14:textId="77777777" w:rsidR="00F954F0" w:rsidRDefault="00F954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B61675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087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087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27C3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B12B1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AA655A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08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087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48437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37FE0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EF51E90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087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087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7DA7C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3748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1ABBC" w14:textId="77777777" w:rsidR="00F954F0" w:rsidRDefault="00F954F0" w:rsidP="00962258">
      <w:pPr>
        <w:spacing w:after="0" w:line="240" w:lineRule="auto"/>
      </w:pPr>
      <w:r>
        <w:separator/>
      </w:r>
    </w:p>
  </w:footnote>
  <w:footnote w:type="continuationSeparator" w:id="0">
    <w:p w14:paraId="19CA01DA" w14:textId="77777777" w:rsidR="00F954F0" w:rsidRDefault="00F954F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0878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1D5C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77808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954F0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D568CDF8-68B3-4637-85B7-18F32503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2C71D2-B150-4AE8-8AE5-CF166860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61</TotalTime>
  <Pages>4</Pages>
  <Words>526</Words>
  <Characters>3109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16</cp:revision>
  <cp:lastPrinted>2017-11-28T17:18:00Z</cp:lastPrinted>
  <dcterms:created xsi:type="dcterms:W3CDTF">2020-06-29T15:29:00Z</dcterms:created>
  <dcterms:modified xsi:type="dcterms:W3CDTF">2021-11-11T09:06:00Z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